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D93" w:rsidRPr="00E76E4A" w:rsidRDefault="00C33D93" w:rsidP="00E76E4A">
      <w:pPr>
        <w:jc w:val="center"/>
      </w:pPr>
      <w:smartTag w:uri="urn:schemas-microsoft-com:office:smarttags" w:element="place">
        <w:smartTag w:uri="urn:schemas-microsoft-com:office:smarttags" w:element="PlaceType">
          <w:r w:rsidRPr="00E76E4A">
            <w:t>Republic</w:t>
          </w:r>
        </w:smartTag>
        <w:r w:rsidRPr="00E76E4A">
          <w:t xml:space="preserve"> of </w:t>
        </w:r>
        <w:smartTag w:uri="urn:schemas-microsoft-com:office:smarttags" w:element="PlaceName">
          <w:r w:rsidRPr="00E76E4A">
            <w:t>Senegal</w:t>
          </w:r>
        </w:smartTag>
      </w:smartTag>
    </w:p>
    <w:p w:rsidR="00C33D93" w:rsidRPr="00E76E4A" w:rsidRDefault="00C33D93" w:rsidP="00E76E4A">
      <w:pPr>
        <w:jc w:val="center"/>
      </w:pPr>
      <w:r w:rsidRPr="00E76E4A">
        <w:t>One People – One Goal – One Faith</w:t>
      </w:r>
    </w:p>
    <w:p w:rsidR="00C33D93" w:rsidRPr="00E76E4A" w:rsidRDefault="00C33D93" w:rsidP="00E76E4A">
      <w:pPr>
        <w:jc w:val="center"/>
      </w:pPr>
      <w:r w:rsidRPr="00E76E4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alt="embleme_senegal" style="width:85.5pt;height:94.5pt;visibility:visible">
            <v:imagedata r:id="rId7" o:title=""/>
          </v:shape>
        </w:pict>
      </w:r>
    </w:p>
    <w:p w:rsidR="00C33D93" w:rsidRPr="00E76E4A" w:rsidRDefault="00C33D93" w:rsidP="00E76E4A">
      <w:pPr>
        <w:jc w:val="center"/>
        <w:sectPr w:rsidR="00C33D93" w:rsidRPr="00E76E4A" w:rsidSect="00266A27">
          <w:footerReference w:type="even" r:id="rId8"/>
          <w:pgSz w:w="8392" w:h="5954" w:orient="landscape" w:code="70"/>
          <w:pgMar w:top="1418" w:right="1418" w:bottom="1418" w:left="1418" w:header="709" w:footer="709" w:gutter="0"/>
          <w:cols w:space="708"/>
          <w:rtlGutter/>
          <w:docGrid w:linePitch="360"/>
        </w:sectPr>
      </w:pPr>
    </w:p>
    <w:p w:rsidR="00C33D93" w:rsidRPr="00E76E4A" w:rsidRDefault="00C33D93" w:rsidP="00E76E4A">
      <w:pPr>
        <w:jc w:val="center"/>
      </w:pPr>
      <w:r w:rsidRPr="00E76E4A">
        <w:t>TABLE OF CONTENTS</w:t>
      </w:r>
    </w:p>
    <w:sectPr w:rsidR="00C33D93" w:rsidRPr="00E76E4A" w:rsidSect="00266A27">
      <w:pgSz w:w="5954" w:h="8392" w:code="70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D93" w:rsidRDefault="00C33D93" w:rsidP="00C366E2">
      <w:pPr>
        <w:spacing w:after="0" w:line="240" w:lineRule="auto"/>
      </w:pPr>
      <w:r>
        <w:separator/>
      </w:r>
    </w:p>
  </w:endnote>
  <w:endnote w:type="continuationSeparator" w:id="0">
    <w:p w:rsidR="00C33D93" w:rsidRDefault="00C33D93" w:rsidP="00C36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D93" w:rsidRDefault="00C33D93" w:rsidP="00343E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11</w:t>
    </w:r>
    <w:r>
      <w:rPr>
        <w:rStyle w:val="PageNumber"/>
      </w:rPr>
      <w:fldChar w:fldCharType="end"/>
    </w:r>
  </w:p>
  <w:p w:rsidR="00C33D93" w:rsidRDefault="00C33D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D93" w:rsidRDefault="00C33D93" w:rsidP="00C366E2">
      <w:pPr>
        <w:spacing w:after="0" w:line="240" w:lineRule="auto"/>
      </w:pPr>
      <w:r>
        <w:separator/>
      </w:r>
    </w:p>
  </w:footnote>
  <w:footnote w:type="continuationSeparator" w:id="0">
    <w:p w:rsidR="00C33D93" w:rsidRDefault="00C33D93" w:rsidP="00C36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4530"/>
    <w:multiLevelType w:val="hybridMultilevel"/>
    <w:tmpl w:val="C9DEE596"/>
    <w:lvl w:ilvl="0" w:tplc="8350F1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03EB9"/>
    <w:multiLevelType w:val="hybridMultilevel"/>
    <w:tmpl w:val="F1D2CA34"/>
    <w:lvl w:ilvl="0" w:tplc="040C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0F0610AD"/>
    <w:multiLevelType w:val="hybridMultilevel"/>
    <w:tmpl w:val="4AE6DBF4"/>
    <w:lvl w:ilvl="0" w:tplc="FF6091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50797"/>
    <w:multiLevelType w:val="multilevel"/>
    <w:tmpl w:val="ACD4D75E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13775D5"/>
    <w:multiLevelType w:val="multilevel"/>
    <w:tmpl w:val="6F1617D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>
    <w:nsid w:val="256F4F4B"/>
    <w:multiLevelType w:val="multilevel"/>
    <w:tmpl w:val="7B247B28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832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cs="Times New Roman" w:hint="default"/>
      </w:rPr>
    </w:lvl>
  </w:abstractNum>
  <w:abstractNum w:abstractNumId="6">
    <w:nsid w:val="36825043"/>
    <w:multiLevelType w:val="hybridMultilevel"/>
    <w:tmpl w:val="A8369EA2"/>
    <w:lvl w:ilvl="0" w:tplc="851E3094">
      <w:start w:val="1"/>
      <w:numFmt w:val="bullet"/>
      <w:lvlText w:val="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399D7044"/>
    <w:multiLevelType w:val="multilevel"/>
    <w:tmpl w:val="5508830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3E7C500C"/>
    <w:multiLevelType w:val="hybridMultilevel"/>
    <w:tmpl w:val="C3C29A4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856EBF"/>
    <w:multiLevelType w:val="multilevel"/>
    <w:tmpl w:val="C772DA80"/>
    <w:lvl w:ilvl="0">
      <w:start w:val="1"/>
      <w:numFmt w:val="decimal"/>
      <w:lvlText w:val="%1"/>
      <w:lvlJc w:val="left"/>
      <w:pPr>
        <w:ind w:left="855" w:hanging="8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55" w:hanging="8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75E78F7"/>
    <w:multiLevelType w:val="hybridMultilevel"/>
    <w:tmpl w:val="A99EB05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5F29AB"/>
    <w:multiLevelType w:val="hybridMultilevel"/>
    <w:tmpl w:val="48D693CC"/>
    <w:lvl w:ilvl="0" w:tplc="31783C80">
      <w:start w:val="3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63F159AF"/>
    <w:multiLevelType w:val="multilevel"/>
    <w:tmpl w:val="52BA1E5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6CFD6642"/>
    <w:multiLevelType w:val="hybridMultilevel"/>
    <w:tmpl w:val="0092481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75C5300"/>
    <w:multiLevelType w:val="hybridMultilevel"/>
    <w:tmpl w:val="740A2878"/>
    <w:lvl w:ilvl="0" w:tplc="041CE25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10"/>
  </w:num>
  <w:num w:numId="8">
    <w:abstractNumId w:val="0"/>
  </w:num>
  <w:num w:numId="9">
    <w:abstractNumId w:val="14"/>
  </w:num>
  <w:num w:numId="10">
    <w:abstractNumId w:val="12"/>
  </w:num>
  <w:num w:numId="11">
    <w:abstractNumId w:val="6"/>
  </w:num>
  <w:num w:numId="12">
    <w:abstractNumId w:val="5"/>
  </w:num>
  <w:num w:numId="13">
    <w:abstractNumId w:val="3"/>
  </w:num>
  <w:num w:numId="14">
    <w:abstractNumId w:val="8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C8F"/>
    <w:rsid w:val="0000053E"/>
    <w:rsid w:val="0001794C"/>
    <w:rsid w:val="0002034A"/>
    <w:rsid w:val="00033617"/>
    <w:rsid w:val="0003369A"/>
    <w:rsid w:val="000447F0"/>
    <w:rsid w:val="00053B56"/>
    <w:rsid w:val="00053E57"/>
    <w:rsid w:val="000631E6"/>
    <w:rsid w:val="00063AA2"/>
    <w:rsid w:val="0007609B"/>
    <w:rsid w:val="000C0098"/>
    <w:rsid w:val="000E4D06"/>
    <w:rsid w:val="00121AAD"/>
    <w:rsid w:val="00127D1F"/>
    <w:rsid w:val="001344AD"/>
    <w:rsid w:val="0015301C"/>
    <w:rsid w:val="001A4CD0"/>
    <w:rsid w:val="001C22A3"/>
    <w:rsid w:val="001E279E"/>
    <w:rsid w:val="002146F6"/>
    <w:rsid w:val="00216ED6"/>
    <w:rsid w:val="00224786"/>
    <w:rsid w:val="002350B1"/>
    <w:rsid w:val="00246269"/>
    <w:rsid w:val="00266A27"/>
    <w:rsid w:val="002902E4"/>
    <w:rsid w:val="002A6EFB"/>
    <w:rsid w:val="002B27F7"/>
    <w:rsid w:val="002F4ADD"/>
    <w:rsid w:val="00300AC5"/>
    <w:rsid w:val="00307805"/>
    <w:rsid w:val="00320C05"/>
    <w:rsid w:val="00323D50"/>
    <w:rsid w:val="00331A3D"/>
    <w:rsid w:val="003400E3"/>
    <w:rsid w:val="00343EF9"/>
    <w:rsid w:val="00361A6C"/>
    <w:rsid w:val="003B1855"/>
    <w:rsid w:val="003C2574"/>
    <w:rsid w:val="003D69E1"/>
    <w:rsid w:val="003F100B"/>
    <w:rsid w:val="00400E8D"/>
    <w:rsid w:val="004429FE"/>
    <w:rsid w:val="00461DE9"/>
    <w:rsid w:val="004B01F2"/>
    <w:rsid w:val="004B4AD1"/>
    <w:rsid w:val="004C0E7B"/>
    <w:rsid w:val="004E06C6"/>
    <w:rsid w:val="0052244B"/>
    <w:rsid w:val="00524E4E"/>
    <w:rsid w:val="00525D14"/>
    <w:rsid w:val="005365E1"/>
    <w:rsid w:val="005467B2"/>
    <w:rsid w:val="00562684"/>
    <w:rsid w:val="00566FB0"/>
    <w:rsid w:val="005B2A5F"/>
    <w:rsid w:val="005C7011"/>
    <w:rsid w:val="005D4065"/>
    <w:rsid w:val="005E747A"/>
    <w:rsid w:val="00601F83"/>
    <w:rsid w:val="00670027"/>
    <w:rsid w:val="00681227"/>
    <w:rsid w:val="00682AE5"/>
    <w:rsid w:val="006A37E4"/>
    <w:rsid w:val="006B2E08"/>
    <w:rsid w:val="006B594C"/>
    <w:rsid w:val="006C2376"/>
    <w:rsid w:val="007066BD"/>
    <w:rsid w:val="007267AC"/>
    <w:rsid w:val="0074749D"/>
    <w:rsid w:val="00767359"/>
    <w:rsid w:val="00795183"/>
    <w:rsid w:val="007D78FF"/>
    <w:rsid w:val="007F4738"/>
    <w:rsid w:val="0082769F"/>
    <w:rsid w:val="008357BD"/>
    <w:rsid w:val="00837608"/>
    <w:rsid w:val="008769F3"/>
    <w:rsid w:val="008D7702"/>
    <w:rsid w:val="008F7F19"/>
    <w:rsid w:val="00966AEB"/>
    <w:rsid w:val="009871D3"/>
    <w:rsid w:val="009B3C8F"/>
    <w:rsid w:val="009E12E5"/>
    <w:rsid w:val="009F7440"/>
    <w:rsid w:val="00A03243"/>
    <w:rsid w:val="00A038F1"/>
    <w:rsid w:val="00A1786A"/>
    <w:rsid w:val="00A406C7"/>
    <w:rsid w:val="00A54DCD"/>
    <w:rsid w:val="00A81767"/>
    <w:rsid w:val="00AD6BF8"/>
    <w:rsid w:val="00B20B41"/>
    <w:rsid w:val="00B2574B"/>
    <w:rsid w:val="00B27365"/>
    <w:rsid w:val="00B418DE"/>
    <w:rsid w:val="00B4301F"/>
    <w:rsid w:val="00B85425"/>
    <w:rsid w:val="00BA3EB1"/>
    <w:rsid w:val="00BA4B94"/>
    <w:rsid w:val="00BD10CC"/>
    <w:rsid w:val="00C33D93"/>
    <w:rsid w:val="00C366E2"/>
    <w:rsid w:val="00C429B1"/>
    <w:rsid w:val="00C625F4"/>
    <w:rsid w:val="00C936B1"/>
    <w:rsid w:val="00C94FE2"/>
    <w:rsid w:val="00CE0FE4"/>
    <w:rsid w:val="00CF76CA"/>
    <w:rsid w:val="00D56E16"/>
    <w:rsid w:val="00D817AA"/>
    <w:rsid w:val="00D91BEC"/>
    <w:rsid w:val="00D9245A"/>
    <w:rsid w:val="00DA3F09"/>
    <w:rsid w:val="00DB01B2"/>
    <w:rsid w:val="00DB4F6C"/>
    <w:rsid w:val="00DC0C6E"/>
    <w:rsid w:val="00DE1292"/>
    <w:rsid w:val="00DF138D"/>
    <w:rsid w:val="00DF6470"/>
    <w:rsid w:val="00E00263"/>
    <w:rsid w:val="00E06484"/>
    <w:rsid w:val="00E22EFC"/>
    <w:rsid w:val="00E610B3"/>
    <w:rsid w:val="00E72995"/>
    <w:rsid w:val="00E76E4A"/>
    <w:rsid w:val="00EB1C87"/>
    <w:rsid w:val="00EE66D7"/>
    <w:rsid w:val="00F137B6"/>
    <w:rsid w:val="00F16EF4"/>
    <w:rsid w:val="00F72EC0"/>
    <w:rsid w:val="00F82C3F"/>
    <w:rsid w:val="00F85210"/>
    <w:rsid w:val="00F85AFA"/>
    <w:rsid w:val="00FF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E4A"/>
    <w:pPr>
      <w:spacing w:after="200" w:line="276" w:lineRule="auto"/>
    </w:pPr>
    <w:rPr>
      <w:rFonts w:ascii="Liberation Sans" w:eastAsia="Times New Roman" w:hAnsi="Liberation Sans"/>
      <w:noProof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43EF9"/>
    <w:pPr>
      <w:keepNext/>
      <w:tabs>
        <w:tab w:val="left" w:pos="360"/>
      </w:tabs>
      <w:spacing w:after="0" w:line="240" w:lineRule="auto"/>
      <w:outlineLvl w:val="0"/>
    </w:pPr>
    <w:rPr>
      <w:rFonts w:ascii="Times New Roman" w:eastAsia="Calibri" w:hAnsi="Times New Roman"/>
      <w:b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3EF9"/>
    <w:rPr>
      <w:rFonts w:ascii="Times New Roman" w:hAnsi="Times New Roman" w:cs="Times New Roman"/>
      <w:b/>
      <w:sz w:val="24"/>
      <w:szCs w:val="24"/>
      <w:lang w:val="fr-FR"/>
    </w:rPr>
  </w:style>
  <w:style w:type="paragraph" w:styleId="ListParagraph">
    <w:name w:val="List Paragraph"/>
    <w:basedOn w:val="Normal"/>
    <w:uiPriority w:val="99"/>
    <w:qFormat/>
    <w:rsid w:val="009B3C8F"/>
    <w:pPr>
      <w:ind w:left="720" w:firstLine="709"/>
      <w:contextualSpacing/>
      <w:jc w:val="both"/>
    </w:pPr>
    <w:rPr>
      <w:rFonts w:ascii="Times" w:hAnsi="Times"/>
    </w:rPr>
  </w:style>
  <w:style w:type="paragraph" w:styleId="BodyText2">
    <w:name w:val="Body Text 2"/>
    <w:basedOn w:val="Normal"/>
    <w:link w:val="BodyText2Char"/>
    <w:uiPriority w:val="99"/>
    <w:rsid w:val="009B3C8F"/>
    <w:pPr>
      <w:spacing w:after="0" w:line="240" w:lineRule="auto"/>
      <w:jc w:val="both"/>
    </w:pPr>
    <w:rPr>
      <w:rFonts w:ascii="Arial" w:eastAsia="Calibri" w:hAnsi="Arial" w:cs="Arial"/>
      <w:sz w:val="32"/>
      <w:szCs w:val="24"/>
      <w:lang w:eastAsia="fr-FR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B3C8F"/>
    <w:rPr>
      <w:rFonts w:ascii="Arial" w:hAnsi="Arial" w:cs="Arial"/>
      <w:sz w:val="24"/>
      <w:szCs w:val="24"/>
      <w:lang w:eastAsia="fr-FR"/>
    </w:rPr>
  </w:style>
  <w:style w:type="character" w:customStyle="1" w:styleId="longtext">
    <w:name w:val="long_text"/>
    <w:basedOn w:val="DefaultParagraphFont"/>
    <w:uiPriority w:val="99"/>
    <w:rsid w:val="009B3C8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B3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3C8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343EF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Calibri" w:hAnsi="Times New Roman"/>
      <w:sz w:val="24"/>
      <w:szCs w:val="24"/>
      <w:lang w:eastAsia="fr-FR"/>
    </w:rPr>
  </w:style>
  <w:style w:type="paragraph" w:styleId="CommentText">
    <w:name w:val="annotation text"/>
    <w:basedOn w:val="Normal"/>
    <w:link w:val="CommentTextChar"/>
    <w:uiPriority w:val="99"/>
    <w:semiHidden/>
    <w:rsid w:val="00343E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43EF9"/>
    <w:rPr>
      <w:rFonts w:eastAsia="Times New Roman" w:cs="Times New Roman"/>
      <w:sz w:val="20"/>
      <w:szCs w:val="20"/>
      <w:lang w:val="fr-FR"/>
    </w:rPr>
  </w:style>
  <w:style w:type="character" w:styleId="Emphasis">
    <w:name w:val="Emphasis"/>
    <w:basedOn w:val="DefaultParagraphFont"/>
    <w:uiPriority w:val="99"/>
    <w:qFormat/>
    <w:locked/>
    <w:rsid w:val="00343EF9"/>
    <w:rPr>
      <w:rFonts w:cs="Times New Roman"/>
      <w:i/>
      <w:iCs/>
    </w:rPr>
  </w:style>
  <w:style w:type="table" w:styleId="TableGrid">
    <w:name w:val="Table Grid"/>
    <w:basedOn w:val="TableNormal"/>
    <w:uiPriority w:val="99"/>
    <w:locked/>
    <w:rsid w:val="00343EF9"/>
    <w:rPr>
      <w:rFonts w:ascii="Times New Roman" w:eastAsia="Times New Roman" w:hAnsi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43E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3EF9"/>
    <w:rPr>
      <w:rFonts w:eastAsia="Times New Roman" w:cs="Times New Roman"/>
      <w:lang w:val="fr-FR"/>
    </w:rPr>
  </w:style>
  <w:style w:type="character" w:styleId="PageNumber">
    <w:name w:val="page number"/>
    <w:basedOn w:val="DefaultParagraphFont"/>
    <w:uiPriority w:val="99"/>
    <w:rsid w:val="00343EF9"/>
    <w:rPr>
      <w:rFonts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43EF9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43EF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513372"/>
    <w:rPr>
      <w:rFonts w:ascii="Liberation Sans" w:hAnsi="Liberation Sans"/>
      <w:b/>
      <w:bCs/>
      <w:noProof/>
      <w:lang w:val="en-US" w:eastAsia="en-US"/>
    </w:rPr>
  </w:style>
  <w:style w:type="paragraph" w:customStyle="1" w:styleId="ListParagraph1">
    <w:name w:val="List Paragraph1"/>
    <w:basedOn w:val="Normal"/>
    <w:uiPriority w:val="99"/>
    <w:rsid w:val="00343EF9"/>
    <w:pPr>
      <w:ind w:left="720" w:firstLine="709"/>
      <w:contextualSpacing/>
      <w:jc w:val="both"/>
    </w:pPr>
    <w:rPr>
      <w:rFonts w:ascii="Times" w:hAnsi="Times"/>
    </w:rPr>
  </w:style>
  <w:style w:type="paragraph" w:customStyle="1" w:styleId="Default">
    <w:name w:val="Default"/>
    <w:uiPriority w:val="99"/>
    <w:rsid w:val="00343EF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fr-FR" w:eastAsia="en-US"/>
    </w:rPr>
  </w:style>
  <w:style w:type="paragraph" w:styleId="Caption">
    <w:name w:val="caption"/>
    <w:basedOn w:val="Normal"/>
    <w:next w:val="Normal"/>
    <w:uiPriority w:val="99"/>
    <w:qFormat/>
    <w:locked/>
    <w:rsid w:val="00343EF9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rsid w:val="00343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43EF9"/>
    <w:rPr>
      <w:rFonts w:eastAsia="Times New Roman" w:cs="Times New Roman"/>
      <w:lang w:val="fr-FR"/>
    </w:rPr>
  </w:style>
  <w:style w:type="character" w:styleId="FootnoteReference">
    <w:name w:val="footnote reference"/>
    <w:basedOn w:val="DefaultParagraphFont"/>
    <w:uiPriority w:val="99"/>
    <w:rsid w:val="00343EF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43E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43EF9"/>
    <w:rPr>
      <w:rFonts w:eastAsia="Times New Roman" w:cs="Times New Roman"/>
      <w:sz w:val="20"/>
      <w:szCs w:val="20"/>
      <w:lang w:val="fr-FR"/>
    </w:rPr>
  </w:style>
  <w:style w:type="paragraph" w:styleId="DocumentMap">
    <w:name w:val="Document Map"/>
    <w:basedOn w:val="Normal"/>
    <w:link w:val="DocumentMapChar"/>
    <w:uiPriority w:val="99"/>
    <w:semiHidden/>
    <w:rsid w:val="00266A2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3372"/>
    <w:rPr>
      <w:rFonts w:ascii="Times New Roman" w:eastAsia="Times New Roman" w:hAnsi="Times New Roman"/>
      <w:noProof/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11</Words>
  <Characters>64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Senegal</dc:title>
  <dc:subject/>
  <dc:creator>Corporate Edition</dc:creator>
  <cp:keywords/>
  <dc:description/>
  <cp:lastModifiedBy>JLAutoBuild</cp:lastModifiedBy>
  <cp:revision>3</cp:revision>
  <cp:lastPrinted>2012-03-28T07:23:00Z</cp:lastPrinted>
  <dcterms:created xsi:type="dcterms:W3CDTF">2020-09-09T07:49:00Z</dcterms:created>
  <dcterms:modified xsi:type="dcterms:W3CDTF">2020-09-09T07:52:00Z</dcterms:modified>
</cp:coreProperties>
</file>